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27" w:rsidRPr="002E0D1F" w:rsidRDefault="002E0D1F" w:rsidP="002E0D1F">
      <w:pPr>
        <w:jc w:val="center"/>
        <w:rPr>
          <w:b/>
          <w:color w:val="FF0000"/>
          <w:sz w:val="32"/>
          <w:szCs w:val="32"/>
          <w:u w:val="single"/>
        </w:rPr>
      </w:pPr>
      <w:r w:rsidRPr="002E0D1F">
        <w:rPr>
          <w:b/>
          <w:color w:val="FF0000"/>
          <w:sz w:val="32"/>
          <w:szCs w:val="32"/>
          <w:u w:val="single"/>
        </w:rPr>
        <w:t xml:space="preserve">Модернизация, </w:t>
      </w:r>
      <w:proofErr w:type="spellStart"/>
      <w:r w:rsidRPr="002E0D1F">
        <w:rPr>
          <w:b/>
          <w:color w:val="FF0000"/>
          <w:sz w:val="32"/>
          <w:szCs w:val="32"/>
          <w:u w:val="single"/>
        </w:rPr>
        <w:t>апгрейд</w:t>
      </w:r>
      <w:proofErr w:type="spellEnd"/>
      <w:r w:rsidRPr="002E0D1F">
        <w:rPr>
          <w:b/>
          <w:color w:val="FF0000"/>
          <w:sz w:val="32"/>
          <w:szCs w:val="32"/>
          <w:u w:val="single"/>
        </w:rPr>
        <w:t xml:space="preserve"> и ремонт ноутбуков.</w:t>
      </w:r>
    </w:p>
    <w:p w:rsidR="002E0D1F" w:rsidRDefault="002E0D1F" w:rsidP="007A1714">
      <w:pPr>
        <w:pStyle w:val="a4"/>
        <w:spacing w:before="100" w:beforeAutospacing="1" w:after="100" w:afterAutospacing="1" w:line="240" w:lineRule="auto"/>
        <w:ind w:left="3119"/>
        <w:jc w:val="center"/>
        <w:outlineLvl w:val="0"/>
        <w:rPr>
          <w:rFonts w:ascii="Arial" w:eastAsia="Times New Roman" w:hAnsi="Arial" w:cs="Arial"/>
          <w:b/>
          <w:color w:val="365F91"/>
          <w:kern w:val="36"/>
          <w:sz w:val="24"/>
          <w:szCs w:val="24"/>
          <w:lang w:eastAsia="ru-RU"/>
        </w:rPr>
      </w:pPr>
      <w:r w:rsidRPr="002E0D1F">
        <w:rPr>
          <w:rFonts w:ascii="Arial" w:eastAsia="Times New Roman" w:hAnsi="Arial" w:cs="Arial"/>
          <w:b/>
          <w:color w:val="365F91"/>
          <w:kern w:val="36"/>
          <w:sz w:val="24"/>
          <w:szCs w:val="24"/>
          <w:lang w:eastAsia="ru-RU"/>
        </w:rPr>
        <w:t xml:space="preserve">Обслуживание, ремонт и замена клавиатуры </w:t>
      </w:r>
      <w:proofErr w:type="spellStart"/>
      <w:r w:rsidRPr="002E0D1F">
        <w:rPr>
          <w:rFonts w:ascii="Arial" w:eastAsia="Times New Roman" w:hAnsi="Arial" w:cs="Arial"/>
          <w:b/>
          <w:color w:val="365F91"/>
          <w:kern w:val="36"/>
          <w:sz w:val="24"/>
          <w:szCs w:val="24"/>
          <w:lang w:eastAsia="ru-RU"/>
        </w:rPr>
        <w:t>нетбука</w:t>
      </w:r>
      <w:proofErr w:type="spellEnd"/>
    </w:p>
    <w:p w:rsidR="002E0D1F" w:rsidRPr="0029228F" w:rsidRDefault="007A1714" w:rsidP="00E111C0">
      <w:pPr>
        <w:spacing w:before="100" w:beforeAutospacing="1" w:after="100" w:afterAutospacing="1" w:line="240" w:lineRule="auto"/>
        <w:ind w:left="45"/>
        <w:jc w:val="center"/>
        <w:outlineLvl w:val="0"/>
        <w:rPr>
          <w:rFonts w:ascii="Arial" w:eastAsia="Times New Roman" w:hAnsi="Arial" w:cs="Arial"/>
          <w:b/>
          <w:color w:val="365F91"/>
          <w:kern w:val="36"/>
          <w:sz w:val="24"/>
          <w:szCs w:val="24"/>
          <w:lang w:eastAsia="ru-RU"/>
        </w:rPr>
      </w:pPr>
      <w:r w:rsidRPr="0029228F">
        <w:rPr>
          <w:noProof/>
          <w:sz w:val="24"/>
          <w:szCs w:val="24"/>
          <w:lang w:eastAsia="ru-RU"/>
        </w:rPr>
        <w:drawing>
          <wp:inline distT="0" distB="0" distL="0" distR="0">
            <wp:extent cx="4290060" cy="3845560"/>
            <wp:effectExtent l="19050" t="0" r="0" b="0"/>
            <wp:docPr id="1" name="Рисунок 1" descr="Samsung-R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sung-R56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384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В современном IT-рынке всё большую популярность приобретают мобильные устройства. Это различные КПК, мобильные телефоны, планшеты и, конечно же, </w:t>
      </w:r>
      <w:proofErr w:type="spellStart"/>
      <w:r w:rsidRPr="0029228F">
        <w:rPr>
          <w:rFonts w:ascii="Tahoma" w:hAnsi="Tahoma" w:cs="Tahoma"/>
          <w:i/>
          <w:color w:val="000000"/>
        </w:rPr>
        <w:t>нетбуки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. Увеличение внимания к этим устройствам вызвано большой мобильностью современных людей. </w:t>
      </w:r>
      <w:proofErr w:type="spellStart"/>
      <w:r w:rsidRPr="0029228F">
        <w:rPr>
          <w:rFonts w:ascii="Tahoma" w:hAnsi="Tahoma" w:cs="Tahoma"/>
          <w:i/>
          <w:color w:val="000000"/>
        </w:rPr>
        <w:t>Нетбуки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самые удобные и самые дешёвые из них. Обладая удобной клавиатурой и возможностями офисного компьютера, они обеспечат удобный сёрфинг в интернете и развёртывание мобильного рабочего места прямо в пути. Большим плюсом является долгое питание от батарей.</w:t>
      </w:r>
    </w:p>
    <w:p w:rsidR="00B41D75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Из-за нацеленности на офисную работу, </w:t>
      </w:r>
      <w:proofErr w:type="spellStart"/>
      <w:r w:rsidRPr="0029228F">
        <w:rPr>
          <w:rFonts w:ascii="Tahoma" w:hAnsi="Tahoma" w:cs="Tahoma"/>
          <w:i/>
          <w:color w:val="000000"/>
        </w:rPr>
        <w:t>нетбуки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комплектуются удобной клавиатурой. Её устройство по большей части такое же, как и у ноутбуков, то есть клавиши имеют устройство ножничного типа, для которого характерен более короткий, чем у компьютерной клавиатуры, ход клавиш. У большинства </w:t>
      </w:r>
      <w:proofErr w:type="spellStart"/>
      <w:r w:rsidRPr="0029228F">
        <w:rPr>
          <w:rFonts w:ascii="Tahoma" w:hAnsi="Tahoma" w:cs="Tahoma"/>
          <w:i/>
          <w:color w:val="000000"/>
        </w:rPr>
        <w:t>нетбуков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отсутствует цифровой блок клавиш, таким образом, увеличивая размер остальных клавиш.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Мобильность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делает его альтернативой ПК в поездках. Минусом мобильности является повышенное внешнее воздействие – различные удары корпусом, погодные условия (осадки или экстремальные температуры)  и прочее.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Клавиатура очень важное и уязвимое место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. Под ней находится материнская плата и прочие внутренние компоненты, поэтому следует помнить, что при </w:t>
      </w:r>
      <w:r w:rsidRPr="0029228F">
        <w:rPr>
          <w:rFonts w:ascii="Tahoma" w:hAnsi="Tahoma" w:cs="Tahoma"/>
          <w:i/>
          <w:color w:val="000000"/>
        </w:rPr>
        <w:lastRenderedPageBreak/>
        <w:t>повреждении клавиатуры могут быть повреждены остальные дорогостоящие компоненты.</w:t>
      </w:r>
      <w:r w:rsidRPr="0029228F">
        <w:rPr>
          <w:rStyle w:val="apple-converted-space"/>
          <w:rFonts w:ascii="Tahoma" w:hAnsi="Tahoma" w:cs="Tahoma"/>
          <w:i/>
          <w:color w:val="000000"/>
        </w:rPr>
        <w:t> </w:t>
      </w:r>
      <w:r w:rsidRPr="0029228F">
        <w:rPr>
          <w:rFonts w:ascii="Tahoma" w:hAnsi="Tahoma" w:cs="Tahoma"/>
          <w:i/>
          <w:color w:val="000000"/>
        </w:rPr>
        <w:br/>
        <w:t xml:space="preserve">Чаще всего повреждения приводят к замене клавиатуры. Замена – это тонкая процедура, но в половине случаев можно </w:t>
      </w:r>
      <w:proofErr w:type="gramStart"/>
      <w:r w:rsidRPr="0029228F">
        <w:rPr>
          <w:rFonts w:ascii="Tahoma" w:hAnsi="Tahoma" w:cs="Tahoma"/>
          <w:i/>
          <w:color w:val="000000"/>
        </w:rPr>
        <w:t>ограничится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заменой отдельных клавиш или шлейфа.</w:t>
      </w:r>
    </w:p>
    <w:p w:rsidR="00B41D75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Отчего же ломаются клавиатуры? </w:t>
      </w:r>
      <w:proofErr w:type="gramStart"/>
      <w:r w:rsidRPr="0029228F">
        <w:rPr>
          <w:rFonts w:ascii="Tahoma" w:hAnsi="Tahoma" w:cs="Tahoma"/>
          <w:i/>
          <w:color w:val="000000"/>
        </w:rPr>
        <w:t>Ну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в первую очередь это разлитая на клавиатуру жидкость. В интернет-кафе, машине или дома многие любят комфортно посидеть с </w:t>
      </w:r>
      <w:proofErr w:type="spellStart"/>
      <w:r w:rsidRPr="0029228F">
        <w:rPr>
          <w:rFonts w:ascii="Tahoma" w:hAnsi="Tahoma" w:cs="Tahoma"/>
          <w:i/>
          <w:color w:val="000000"/>
        </w:rPr>
        <w:t>нетбуком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и чашкой чая или кофе. Одно неосторожное движение – и жидкость уже на раскрытой клавиатуре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Первое, что необходимо сделать – это собрать жидкость с клавиатуры сухими салфетками или мягкой и впитывающей тканью. После этого обязательно отнесите его на просушку и диагностику в сервисный центр. Даже если после попадания жидкости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работает, это не означает, что он полностью исправен. От попавшей жидкости начинают окисляться контакты, либо она может просочиться к платам, вызвав короткое замыкание и выход из строя всего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. По тем же причинам не рекомендуется самостоятельно разбирать и чистить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>. Помните, что при попадании жидкости, важно обратится в сервисный центр своевременно, чтобы не допустить больших поломок.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Для предупреждения этой поломки не ставьте жидкость рядом с </w:t>
      </w:r>
      <w:proofErr w:type="spellStart"/>
      <w:r w:rsidRPr="0029228F">
        <w:rPr>
          <w:rFonts w:ascii="Tahoma" w:hAnsi="Tahoma" w:cs="Tahoma"/>
          <w:i/>
          <w:color w:val="000000"/>
        </w:rPr>
        <w:t>нетбуком</w:t>
      </w:r>
      <w:proofErr w:type="spellEnd"/>
      <w:r w:rsidRPr="0029228F">
        <w:rPr>
          <w:rFonts w:ascii="Tahoma" w:hAnsi="Tahoma" w:cs="Tahoma"/>
          <w:i/>
          <w:color w:val="000000"/>
        </w:rPr>
        <w:t>. В крайнем случае, во время приёма пищи ставьте его на таком расстоянии, чтобы при неловком движении жидкость не попала на его клавиатуру.</w:t>
      </w:r>
    </w:p>
    <w:p w:rsidR="002E0D1F" w:rsidRPr="0029228F" w:rsidRDefault="007A1714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noProof/>
          <w:color w:val="000000"/>
        </w:rPr>
        <w:drawing>
          <wp:anchor distT="47625" distB="47625" distL="47625" distR="47625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400175"/>
            <wp:effectExtent l="19050" t="0" r="0" b="0"/>
            <wp:wrapSquare wrapText="bothSides"/>
            <wp:docPr id="3" name="Рисунок 2" descr="замена клавиатуры нетб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амена клавиатуры нетбук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0D1F" w:rsidRPr="0029228F">
        <w:rPr>
          <w:rFonts w:ascii="Tahoma" w:hAnsi="Tahoma" w:cs="Tahoma"/>
          <w:i/>
          <w:color w:val="000000"/>
        </w:rPr>
        <w:t>Другой распространённой проблемой является пыль и грязь под клавишами. Это приводит к залипанию клавиш или к их выходу из строя. Накопление пыли и грязи происходит постепенно. Под клавиатурой вне зависимости от нашего желания со временем накапливается пыль, частицы еды, волосы и прочий мелкий мусор, присутствующий на столе или в воздухе.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Для профилактики этого рекомендуется хотя бы раз в год относить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в сервисный центр на комплексную чистку.  Помимо клавиатуры Вам почистят и внутреннюю часть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, предотвращая, таким образом, перегрев внутренних компонентов.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Ещё одной распространённой проблемой являются механические повреждения клавиш. Поломка клавиш приводит к их выпадению, что не только портит её внешний вид, но и мешает нормальной работе. Замену клавиш рекомендуется проводить в сервисном центре по двум причинам. Во-первых, трудно найти нужную клавишу для конкретной модели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, во-вторых, крепление клавиш в клавиатуре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довольно специфическое и без опыта работы с ней Вы рискуете повредить всю клавиатуру.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>Бережное отношение и аккуратное обращение с клавиатурой продлит жизнь Ваших клавиш и позволит избежать их механических повреждений.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lastRenderedPageBreak/>
        <w:t>Ещё одной уязвимой частью клавиатуры является шлейф, идущий от неё. При самостоятельном разборе клавиатуры или при ударах корпусом он может отойти или повредиться. В таком случае клавиатура полностью перестаёт работать. Ремонт и подключение шлейфа рекомендуется делать в сервисном центре.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Если же ничего не помогло, то клавиатуру можно поменять. Клавиатура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стоит меньше, чем у ноутбука, но из-за её размеров и специфического крепления к корпусу, процедура её замены сложнее. Специфика заключается в том, что все клавиши кре</w:t>
      </w:r>
      <w:r w:rsidR="00B41D75" w:rsidRPr="0029228F">
        <w:rPr>
          <w:rFonts w:ascii="Tahoma" w:hAnsi="Tahoma" w:cs="Tahoma"/>
          <w:i/>
          <w:color w:val="000000"/>
        </w:rPr>
        <w:t>п</w:t>
      </w:r>
      <w:r w:rsidRPr="0029228F">
        <w:rPr>
          <w:rFonts w:ascii="Tahoma" w:hAnsi="Tahoma" w:cs="Tahoma"/>
          <w:i/>
          <w:color w:val="000000"/>
        </w:rPr>
        <w:t xml:space="preserve">ятся на специальной платформе и каждая модель имеет своё особое крепление. Подбор клавиатуры конкретно под Вашу модель и её установку лучше поручите опытным специалистам, потому что в последнее время участились случаи поломок креплений и шлейфов клавиатур в результате самостоятельной замены или ремонта клавиатуры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. Тем более специалист в сервисном центре осуществит подбор и замену намного быстрее и безопаснее, чем неопытный человек.</w:t>
      </w:r>
    </w:p>
    <w:p w:rsidR="002E0D1F" w:rsidRPr="0029228F" w:rsidRDefault="002E0D1F" w:rsidP="002E0D1F">
      <w:pPr>
        <w:pStyle w:val="a3"/>
        <w:rPr>
          <w:rFonts w:ascii="Tahoma" w:hAnsi="Tahoma" w:cs="Tahoma"/>
          <w:i/>
          <w:color w:val="000000"/>
          <w:lang w:val="en-US"/>
        </w:rPr>
      </w:pPr>
      <w:r w:rsidRPr="0029228F">
        <w:rPr>
          <w:rFonts w:ascii="Tahoma" w:hAnsi="Tahoma" w:cs="Tahoma"/>
          <w:i/>
          <w:color w:val="000000"/>
        </w:rPr>
        <w:t xml:space="preserve">Из написанного выше, видно, что большинство поломок происходят именно по вине пользователя. Аккуратное обращение позволит значительно продлить жизнь клавиатуры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. Если же у Вас случилась поломка, то лучше обратитесь за советом и диагностикой в сервисный центр. Помимо точного определения причины, Вам подскажут целесообразность ремонта или замены клавиатуры, позволяя таким образом сэкономить деньги.</w:t>
      </w:r>
    </w:p>
    <w:p w:rsidR="007A1714" w:rsidRPr="0029228F" w:rsidRDefault="007A1714" w:rsidP="0029228F">
      <w:pPr>
        <w:pStyle w:val="a3"/>
        <w:rPr>
          <w:rFonts w:ascii="Tahoma" w:hAnsi="Tahoma" w:cs="Tahoma"/>
          <w:i/>
          <w:color w:val="000000"/>
          <w:sz w:val="36"/>
          <w:szCs w:val="36"/>
          <w:lang w:val="en-US"/>
        </w:rPr>
      </w:pPr>
    </w:p>
    <w:p w:rsidR="007A1714" w:rsidRPr="0029228F" w:rsidRDefault="007A1714" w:rsidP="0029228F">
      <w:pPr>
        <w:spacing w:before="100" w:beforeAutospacing="1" w:after="100" w:afterAutospacing="1" w:line="240" w:lineRule="auto"/>
        <w:ind w:left="3119"/>
        <w:outlineLvl w:val="0"/>
        <w:rPr>
          <w:rFonts w:ascii="Arial" w:eastAsia="Times New Roman" w:hAnsi="Arial" w:cs="Arial"/>
          <w:color w:val="548DD4" w:themeColor="text2" w:themeTint="99"/>
          <w:kern w:val="36"/>
          <w:sz w:val="36"/>
          <w:szCs w:val="36"/>
          <w:lang w:val="en-US" w:eastAsia="ru-RU"/>
        </w:rPr>
      </w:pPr>
      <w:r w:rsidRPr="007A1714">
        <w:rPr>
          <w:rFonts w:ascii="Arial" w:eastAsia="Times New Roman" w:hAnsi="Arial" w:cs="Arial"/>
          <w:color w:val="548DD4" w:themeColor="text2" w:themeTint="99"/>
          <w:kern w:val="36"/>
          <w:sz w:val="36"/>
          <w:szCs w:val="36"/>
          <w:lang w:eastAsia="ru-RU"/>
        </w:rPr>
        <w:t xml:space="preserve">Замена матрицы </w:t>
      </w:r>
      <w:proofErr w:type="spellStart"/>
      <w:r w:rsidRPr="007A1714">
        <w:rPr>
          <w:rFonts w:ascii="Arial" w:eastAsia="Times New Roman" w:hAnsi="Arial" w:cs="Arial"/>
          <w:color w:val="548DD4" w:themeColor="text2" w:themeTint="99"/>
          <w:kern w:val="36"/>
          <w:sz w:val="36"/>
          <w:szCs w:val="36"/>
          <w:lang w:eastAsia="ru-RU"/>
        </w:rPr>
        <w:t>нетбука</w:t>
      </w:r>
      <w:proofErr w:type="spellEnd"/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– это идейный продолжатель ряда портативных ноутбуков, который обладая их функционалом, имеет более низкое энергопотребление, очень компактные размеры и, часто, привлекательную цену. Правда, при этом в жертву приносится производительность. Благодаря этим факторам, </w:t>
      </w:r>
      <w:proofErr w:type="spellStart"/>
      <w:r w:rsidRPr="0029228F">
        <w:rPr>
          <w:rFonts w:ascii="Tahoma" w:hAnsi="Tahoma" w:cs="Tahoma"/>
          <w:i/>
          <w:color w:val="000000"/>
        </w:rPr>
        <w:t>нетбуки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стали незаменимыми помощниками людям, находящимся в движении. При этом устройство использует современные наработки в беспроводной связи и позволяет подключаться и работать в сети Интернет в любой точке земного шара.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noProof/>
          <w:color w:val="000000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095500" cy="1533525"/>
            <wp:effectExtent l="19050" t="0" r="0" b="0"/>
            <wp:wrapSquare wrapText="bothSides"/>
            <wp:docPr id="7" name="Рисунок 7" descr="замена матрицы нетб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мена матрицы нетбук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228F">
        <w:rPr>
          <w:rFonts w:ascii="Tahoma" w:hAnsi="Tahoma" w:cs="Tahoma"/>
          <w:i/>
          <w:color w:val="000000"/>
        </w:rPr>
        <w:t xml:space="preserve">Активный образ жизни этого устройства имеет и свои недостатки. Падения, удары, пыль и прочие внешние воздействия могут привести к быстрой поломке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Как и в ноутбуке, самой уязвимой частью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является жидкокристаллический экран. Его основа – это хрупкая и сложная конструкция, называемая матрицей.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Матрица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, как и матрица любого </w:t>
      </w:r>
      <w:proofErr w:type="spellStart"/>
      <w:r w:rsidRPr="0029228F">
        <w:rPr>
          <w:rFonts w:ascii="Tahoma" w:hAnsi="Tahoma" w:cs="Tahoma"/>
          <w:i/>
          <w:color w:val="000000"/>
        </w:rPr>
        <w:t>жк-дисплея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, включает в себя слои стеклянных поляризаторов и жидкие кристаллы, заполняющие пространство между слоями. При ударах, падениях и прочих повреждениях стеклянные слои могут треснуть и через трещины обычно вытекают кристаллы. </w:t>
      </w:r>
      <w:proofErr w:type="gramStart"/>
      <w:r w:rsidRPr="0029228F">
        <w:rPr>
          <w:rFonts w:ascii="Tahoma" w:hAnsi="Tahoma" w:cs="Tahoma"/>
          <w:i/>
          <w:color w:val="000000"/>
        </w:rPr>
        <w:t>Вы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наверное не раз видели, </w:t>
      </w:r>
      <w:r w:rsidRPr="0029228F">
        <w:rPr>
          <w:rFonts w:ascii="Tahoma" w:hAnsi="Tahoma" w:cs="Tahoma"/>
          <w:i/>
          <w:color w:val="000000"/>
        </w:rPr>
        <w:lastRenderedPageBreak/>
        <w:t xml:space="preserve">что из треснутого </w:t>
      </w:r>
      <w:proofErr w:type="spellStart"/>
      <w:r w:rsidRPr="0029228F">
        <w:rPr>
          <w:rFonts w:ascii="Tahoma" w:hAnsi="Tahoma" w:cs="Tahoma"/>
          <w:i/>
          <w:color w:val="000000"/>
        </w:rPr>
        <w:t>жк-дисплея</w:t>
      </w:r>
      <w:proofErr w:type="spellEnd"/>
      <w:r w:rsidRPr="0029228F">
        <w:rPr>
          <w:rFonts w:ascii="Tahoma" w:hAnsi="Tahoma" w:cs="Tahoma"/>
          <w:i/>
          <w:color w:val="000000"/>
        </w:rPr>
        <w:t>  вытекает черная жидкость. Это и есть жидкие кристаллы.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>Что же происходит при повреждении матрицы? Ну, тут два исхода и оба они будут неприятны для пользователя. Экран либо не показывает ничего, либо показывает только часть изображения. Повреждённый дисплей видно невооружённым глазом, даже без вытекших кристаллов.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Что же делать, если дисплей треснул? Выход есть и он очевиден – необходимо менять дисплей </w:t>
      </w:r>
      <w:proofErr w:type="gramStart"/>
      <w:r w:rsidRPr="0029228F">
        <w:rPr>
          <w:rFonts w:ascii="Tahoma" w:hAnsi="Tahoma" w:cs="Tahoma"/>
          <w:i/>
          <w:color w:val="000000"/>
        </w:rPr>
        <w:t>на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новый. Следует помнить, что матрица – устройство нежное и хрупкое, замена матрицы должна производиться очень аккуратно и желательно опытным пользователем. Для таких целей рекомендуется сервисный центр и его опытные специалисты. Почему именно опытные специалисты? Всё просто – операция замены довольно сложная и каждая модель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требует своего подхода.</w:t>
      </w:r>
      <w:r w:rsidRPr="0029228F">
        <w:rPr>
          <w:rStyle w:val="apple-converted-space"/>
          <w:rFonts w:ascii="Tahoma" w:hAnsi="Tahoma" w:cs="Tahoma"/>
          <w:i/>
          <w:color w:val="000000"/>
        </w:rPr>
        <w:t> </w:t>
      </w:r>
      <w:r w:rsidRPr="0029228F">
        <w:rPr>
          <w:rFonts w:ascii="Tahoma" w:hAnsi="Tahoma" w:cs="Tahoma"/>
          <w:i/>
          <w:color w:val="000000"/>
        </w:rPr>
        <w:br/>
        <w:t>Процедура замены – деликатная операция и она проходит в несколько этапов. Разбирается корпус, снимаются крепления, отсоединяются шлейфы и питание матрицы, корпус чистится от пыли и в него ставится уже новая матрица и всё собирается и проверяется.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noProof/>
          <w:color w:val="000000"/>
        </w:rPr>
        <w:drawing>
          <wp:anchor distT="47625" distB="47625" distL="47625" distR="47625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181100"/>
            <wp:effectExtent l="19050" t="0" r="0" b="0"/>
            <wp:wrapSquare wrapText="bothSides"/>
            <wp:docPr id="8" name="Рисунок 8" descr="матрица для нетб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атрица для нетбу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228F">
        <w:rPr>
          <w:rFonts w:ascii="Tahoma" w:hAnsi="Tahoma" w:cs="Tahoma"/>
          <w:i/>
          <w:color w:val="000000"/>
        </w:rPr>
        <w:t xml:space="preserve">Казалось бы, что сложность операции завышена. На самом деле не всё так просто. Моделей </w:t>
      </w:r>
      <w:proofErr w:type="spellStart"/>
      <w:r w:rsidRPr="0029228F">
        <w:rPr>
          <w:rFonts w:ascii="Tahoma" w:hAnsi="Tahoma" w:cs="Tahoma"/>
          <w:i/>
          <w:color w:val="000000"/>
        </w:rPr>
        <w:t>нетбуков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много, а матриц под одну модель может использоваться несколько видов в зависимости от серии выпуска. Довольно часто случается так, что матрицу на определённый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достать сложно и тогда в сервисном центре ищется её аналог. На этом всё не заканчивается. Похожая матрица может иметь другую систему креплений и тогда её приходится менять или переделывать.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Бывают также тонкости с прошивкой матрицы. Делается это следующим образом: с </w:t>
      </w:r>
      <w:proofErr w:type="spellStart"/>
      <w:r w:rsidRPr="0029228F">
        <w:rPr>
          <w:rFonts w:ascii="Tahoma" w:hAnsi="Tahoma" w:cs="Tahoma"/>
          <w:i/>
          <w:color w:val="000000"/>
        </w:rPr>
        <w:t>мартицы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выпаивают чип памяти с данными о матрице и с помощью специального устройства – программатора, вносят необходимые данные. После этого чип снова впаивается на своё место, и экран начинает работать. Во многих случаях можно также прошить и без выпаивания, но совершенно очевидно, что все эти операции должны проводиться в сервисном центре. В нашей мастерской и диагностику проведут и быстро подберут нужную модель матрицы. Условия работы и необходимые инструменты там тоже найдутся. Если у Вас возникла такая проблема – лучше сразу обращайтесь к специалистам. Тем более в сервисном центре Вам предоставят гарантию на работу Вашей новой матрицы. Хорошей новостью для пользователей </w:t>
      </w:r>
      <w:proofErr w:type="spellStart"/>
      <w:r w:rsidRPr="0029228F">
        <w:rPr>
          <w:rFonts w:ascii="Tahoma" w:hAnsi="Tahoma" w:cs="Tahoma"/>
          <w:i/>
          <w:color w:val="000000"/>
        </w:rPr>
        <w:t>нетбуков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является то, что матрица устройства небольшая, а значит и стоимость её значительно ниже матрицы ноутбука или </w:t>
      </w:r>
      <w:proofErr w:type="spellStart"/>
      <w:r w:rsidRPr="0029228F">
        <w:rPr>
          <w:rFonts w:ascii="Tahoma" w:hAnsi="Tahoma" w:cs="Tahoma"/>
          <w:i/>
          <w:color w:val="000000"/>
        </w:rPr>
        <w:t>жк-монитора</w:t>
      </w:r>
      <w:proofErr w:type="spellEnd"/>
      <w:r w:rsidRPr="0029228F">
        <w:rPr>
          <w:rFonts w:ascii="Tahoma" w:hAnsi="Tahoma" w:cs="Tahoma"/>
          <w:i/>
          <w:color w:val="000000"/>
        </w:rPr>
        <w:t>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Хоть в большинстве случаев замена матрицы производится из-за трещин на ней, существует ещё несколько причин для её замены. Например, бывают случаи, когда ремонт отдельных частей матрицы стоит дороже её замены </w:t>
      </w:r>
      <w:proofErr w:type="gramStart"/>
      <w:r w:rsidRPr="0029228F">
        <w:rPr>
          <w:rFonts w:ascii="Tahoma" w:hAnsi="Tahoma" w:cs="Tahoma"/>
          <w:i/>
          <w:color w:val="000000"/>
        </w:rPr>
        <w:t>на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новую. В любом случае если у Вас перестал показывать экран, принесите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на диагностику в сервисный центр.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lastRenderedPageBreak/>
        <w:t xml:space="preserve">И в завершении темы несколько советов, которые помогут продлить жизнь матрицы </w:t>
      </w:r>
      <w:proofErr w:type="gramStart"/>
      <w:r w:rsidRPr="0029228F">
        <w:rPr>
          <w:rFonts w:ascii="Tahoma" w:hAnsi="Tahoma" w:cs="Tahoma"/>
          <w:i/>
          <w:color w:val="000000"/>
        </w:rPr>
        <w:t>Вашего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: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1. При переноске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пользуйтесь чехлом или специальной сумкой. Сейчас продаются сумки и чехлы на любой вкус и оптимальный вариант подобрать несложно.  Чехол смягчит удары и падения, снижая риск трещин экрана и обеспечивая защиту прочим компонентам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.</w:t>
      </w:r>
      <w:r w:rsidRPr="0029228F">
        <w:rPr>
          <w:rFonts w:ascii="Tahoma" w:hAnsi="Tahoma" w:cs="Tahoma"/>
          <w:i/>
          <w:noProof/>
          <w:color w:val="000000"/>
        </w:rPr>
        <w:drawing>
          <wp:anchor distT="47625" distB="47625" distL="47625" distR="47625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00200" cy="1352550"/>
            <wp:effectExtent l="19050" t="0" r="0" b="0"/>
            <wp:wrapSquare wrapText="bothSides"/>
            <wp:docPr id="9" name="Рисунок 9" descr="7572_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572_h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2. Не </w:t>
      </w:r>
      <w:proofErr w:type="spellStart"/>
      <w:r w:rsidRPr="0029228F">
        <w:rPr>
          <w:rFonts w:ascii="Tahoma" w:hAnsi="Tahoma" w:cs="Tahoma"/>
          <w:i/>
          <w:color w:val="000000"/>
        </w:rPr>
        <w:t>ложите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на клавиатуру никаких предметов. Довольно часто пользователи захлопывают крышку, не посмотрев на клавиатуру и вещи, лежащие на ней.  В результате экран трескается и его приходится менять. Похожая ситуация происходит, если сильно хлопать при закрытии крышкой. Закрывайте </w:t>
      </w:r>
      <w:proofErr w:type="spellStart"/>
      <w:r w:rsidRPr="0029228F">
        <w:rPr>
          <w:rFonts w:ascii="Tahoma" w:hAnsi="Tahoma" w:cs="Tahoma"/>
          <w:i/>
          <w:color w:val="000000"/>
        </w:rPr>
        <w:t>нетбук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аккуратно и бережно.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3. Не производите ремонт или замену матрицы самостоятельно, если не имеете опыта. Матрица - одна из самых дорогих частей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, а неумелое вмешательство может привести к более серьезным поломкам.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4. Протирайте экран только специальными салфетками или жидкостью для </w:t>
      </w:r>
      <w:proofErr w:type="spellStart"/>
      <w:r w:rsidRPr="0029228F">
        <w:rPr>
          <w:rFonts w:ascii="Tahoma" w:hAnsi="Tahoma" w:cs="Tahoma"/>
          <w:i/>
          <w:color w:val="000000"/>
        </w:rPr>
        <w:t>жк-дисплеев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и ноутбуков. Нив </w:t>
      </w:r>
      <w:proofErr w:type="gramStart"/>
      <w:r w:rsidRPr="0029228F">
        <w:rPr>
          <w:rFonts w:ascii="Tahoma" w:hAnsi="Tahoma" w:cs="Tahoma"/>
          <w:i/>
          <w:color w:val="000000"/>
        </w:rPr>
        <w:t>коем</w:t>
      </w:r>
      <w:proofErr w:type="gramEnd"/>
      <w:r w:rsidRPr="0029228F">
        <w:rPr>
          <w:rFonts w:ascii="Tahoma" w:hAnsi="Tahoma" w:cs="Tahoma"/>
          <w:i/>
          <w:color w:val="000000"/>
        </w:rPr>
        <w:t xml:space="preserve"> случае не протирайте экран водой или спиртом. Агрессивные вещества могут привести к повреждению матрицы или царапинам на ней. Рекомендуется купить специальные салфетки для ноутбуков и не допускать появления пыли на экране.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</w:rPr>
      </w:pPr>
      <w:r w:rsidRPr="0029228F">
        <w:rPr>
          <w:rFonts w:ascii="Tahoma" w:hAnsi="Tahoma" w:cs="Tahoma"/>
          <w:i/>
          <w:color w:val="000000"/>
        </w:rPr>
        <w:t xml:space="preserve">5. Если же что-то случилось с экраном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>  – лучше провести предварительную диагностику в сервисном центре. В ряде случаев проблема может ограничиться небольшим и недорогим ремонтом.</w:t>
      </w: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  <w:lang w:val="en-US"/>
        </w:rPr>
      </w:pPr>
      <w:r w:rsidRPr="0029228F">
        <w:rPr>
          <w:rFonts w:ascii="Tahoma" w:hAnsi="Tahoma" w:cs="Tahoma"/>
          <w:i/>
          <w:color w:val="000000"/>
        </w:rPr>
        <w:t xml:space="preserve">Узнать информацию по наличию экранов, их стоимости и любым вопросам по замене матрицы </w:t>
      </w:r>
      <w:proofErr w:type="spellStart"/>
      <w:r w:rsidRPr="0029228F">
        <w:rPr>
          <w:rFonts w:ascii="Tahoma" w:hAnsi="Tahoma" w:cs="Tahoma"/>
          <w:i/>
          <w:color w:val="000000"/>
        </w:rPr>
        <w:t>нетбука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можно связавшись с нами по телефону, </w:t>
      </w:r>
      <w:proofErr w:type="spellStart"/>
      <w:r w:rsidRPr="0029228F">
        <w:rPr>
          <w:rFonts w:ascii="Tahoma" w:hAnsi="Tahoma" w:cs="Tahoma"/>
          <w:i/>
          <w:color w:val="000000"/>
        </w:rPr>
        <w:t>email</w:t>
      </w:r>
      <w:proofErr w:type="spellEnd"/>
      <w:r w:rsidRPr="0029228F">
        <w:rPr>
          <w:rFonts w:ascii="Tahoma" w:hAnsi="Tahoma" w:cs="Tahoma"/>
          <w:i/>
          <w:color w:val="000000"/>
        </w:rPr>
        <w:t xml:space="preserve"> или </w:t>
      </w:r>
      <w:proofErr w:type="spellStart"/>
      <w:r w:rsidRPr="0029228F">
        <w:rPr>
          <w:rFonts w:ascii="Tahoma" w:hAnsi="Tahoma" w:cs="Tahoma"/>
          <w:i/>
          <w:color w:val="000000"/>
        </w:rPr>
        <w:t>icq</w:t>
      </w:r>
      <w:proofErr w:type="spellEnd"/>
      <w:r w:rsidRPr="0029228F">
        <w:rPr>
          <w:rFonts w:ascii="Tahoma" w:hAnsi="Tahoma" w:cs="Tahoma"/>
          <w:i/>
          <w:color w:val="000000"/>
        </w:rPr>
        <w:t>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365F91" w:themeColor="accent1" w:themeShade="BF"/>
          <w:kern w:val="36"/>
          <w:sz w:val="36"/>
          <w:szCs w:val="36"/>
          <w:lang w:eastAsia="ru-RU"/>
        </w:rPr>
      </w:pPr>
      <w:r w:rsidRPr="0029228F">
        <w:rPr>
          <w:rFonts w:ascii="Arial" w:eastAsia="Times New Roman" w:hAnsi="Arial" w:cs="Arial"/>
          <w:color w:val="365F91" w:themeColor="accent1" w:themeShade="BF"/>
          <w:kern w:val="36"/>
          <w:sz w:val="36"/>
          <w:szCs w:val="36"/>
          <w:lang w:eastAsia="ru-RU"/>
        </w:rPr>
        <w:t>Сильно греется ноутбук, что делать?</w:t>
      </w:r>
    </w:p>
    <w:p w:rsidR="0029228F" w:rsidRPr="0029228F" w:rsidRDefault="0029228F" w:rsidP="002922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</w:pPr>
      <w:r w:rsidRPr="0029228F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Охлаждение мобильного компьютера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Современные компьютеры и ноутбуки обладают высокой производительностью, позволяющей достигать реалистичной картинки в играх, качественного звучания, быстрой работы в ресурсоёмких приложениях для работы со звуком и изображением и прочих задачах. Прирост мощности приводит к потреблению электроэнергии и, как следствие, к сильному нагреву отдельных компонентов системы, вот почему ноутбук греется.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lastRenderedPageBreak/>
        <w:t>Самыми «горячими» компонентами мобильного компьютера являются, конечно же, процессор и видеокарта. Именно на них приходится наибольшая нагрузка во время работы. Также сильно греются южный мост материнской платы, жёсткие диски и модули памяти.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Перегреваться могут не только отдельные компоненты, но и всё пространство внутри компьютера или ноутбука, особенно это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заметно летом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, поэтому значения температуры воздуха внутри системы – довольно важный параметр.</w:t>
      </w: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br/>
        <w:t>Перегрев ноутбука приводит к нестабильной работе системы, а иногда к выходу из строя отдельных компонентов или всего компьютера в целом.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Для борьбы с высокой температурой, используются различные системы охлаждения. Рассмотрим их поподробнее.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</w:pPr>
      <w:r w:rsidRPr="0029228F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Системы охлаждения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Все системы охлаждения предназначены для отвода тепла от греющихся компонентов компьютера. Они имеют три основных параметра – эффективность отвода тепла, уровень шума при работе и размер. По принципу действия они делятся на пассивные (радиаторные) системы охлаждения, активные и жидкостные.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Пассивные системы охлаждения имеют в своей основе радиатор, сделанный из алюминия или меди (именно эти материалы обеспечивают наиболее эффективный отвод тепла). Иногда в конструкции радиаторов могут присутствовать тепловые трубки для отвода тепла. Самым большим преимуществом этих систем является их бесшумность и компактность, но их эффективность охлаждения оставляет желать лучшего. Обычно радиаторы устанавливают на относительно слабые видеокарты, некоторые производительные модули памяти и на южный мост материнской платы.</w:t>
      </w:r>
      <w:r w:rsidRPr="0029228F">
        <w:rPr>
          <w:rFonts w:ascii="Tahoma" w:eastAsia="Times New Roman" w:hAnsi="Tahoma" w:cs="Tahoma"/>
          <w:i/>
          <w:noProof/>
          <w:color w:val="000000"/>
          <w:sz w:val="28"/>
          <w:szCs w:val="28"/>
          <w:lang w:eastAsia="ru-RU"/>
        </w:rPr>
        <w:drawing>
          <wp:anchor distT="47625" distB="47625" distL="47625" distR="47625" simplePos="0" relativeHeight="25166438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333750" cy="1876425"/>
            <wp:effectExtent l="19050" t="0" r="0" b="0"/>
            <wp:wrapSquare wrapText="bothSides"/>
            <wp:docPr id="10" name="Рисунок 10" descr="чистка системы охлаждения ноутб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чистка системы охлаждения ноутбук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Активные системы состоят из связки вентилятор + радиатор (так называемый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кулер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), хотя для охлаждения корпуса и блока питания используются только вентиляторы, выдувающие </w:t>
      </w: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lastRenderedPageBreak/>
        <w:t>воздух из нагретого пространства. Материалы и варианты исполнения радиатора такие же, как и для пассивной системы, но нагретые трубки или рёбра радиатора охлаждаются уже вентилятором, что делает их намного эффективнее. Такая система охлаждения используется в большинстве современных компьютерных систем. Она недорого стоит и отлично справляется со своей задачей. Недостатком является шум, создаваемый вращающимся вентилятором и увеличенный, по сравнению с пассивной системой, размер этой конструкции.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Жидкостная система охлаждения применяется в стационарных компьютерах, но компании NEC и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Toshiba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уже разрабатывают свои решения для ноутбуков. Водяное охлаждение самое дорогое и эффективное. Отвод тепла осуществляется с помощью теплообменника – резервуара с жидкостью, установленного на греющийся компонент. В теплообменнике содержится жидкость, которую по системе охлаждения гоняет водный насос. Сама жидкость в процессе циркуляции нагревается,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забирая тепло компонентов и её охлаждает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специальный радиатор. Минусом такой системы является её вес и громоздкость, а плюсом – эффективность и бесшумность работы.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</w:pPr>
      <w:r w:rsidRPr="0029228F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Ноутбук перегревается, чистка </w:t>
      </w:r>
      <w:proofErr w:type="spellStart"/>
      <w:r w:rsidRPr="0029228F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кулера</w:t>
      </w:r>
      <w:proofErr w:type="spellEnd"/>
      <w:r w:rsidRPr="0029228F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 от пыли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Ноутбуки – это те же компьютеры, но из-за размеров и, как следствие, более тесного расположения комплектующих, проблема перегрева у них стоит более остро, чем у обычных ПК.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В ноутбуках применяется система охлаждения, состоящая из радиаторов, теплопроводящих трубок и вентилятора. Пространства в ноутбуке немного, и вентиляционные отверстия не большие, поэтому они очень быстро забиваются пылью, которая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спресовывается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непропускающую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воздух заслонку. Ноутбук перегревается, сам выключается, плохо работает, а может и вовсе сгореть от перегрева.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Для долгой работы компонентов ноутбука следует устранять перегрев или его причину своевременно – то есть делать чистку вентилятора от пыли не реже одного раза в год. Для контролирования температуры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комплектующих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внутри ноутбука применяются различные программы мониторинга (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Everest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Hardware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Monitor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и прочие).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Также существуют внешние признаки того, что ноутбук перегревается.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lastRenderedPageBreak/>
        <w:t>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b/>
          <w:bCs/>
          <w:i/>
          <w:color w:val="000000"/>
          <w:sz w:val="28"/>
          <w:szCs w:val="28"/>
          <w:lang w:eastAsia="ru-RU"/>
        </w:rPr>
        <w:t>Внешние признаки перегрева ноутбука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Признаков перегрева может быть множество, в зависимости от того, какой компонент перегревается, поэтому ниже будут приведены самые распространённые.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1. Ноутбук внезапно выключается. Выключение компьютера осуществляет система защиты от перегрева, поэтому после его выключения будет нелишним включить его и заглянуть в БИОС. Там можно будет посмотреть температуру основных узлов ноутбука, если такая возможность реализована.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760345" cy="1675130"/>
            <wp:effectExtent l="19050" t="0" r="1905" b="0"/>
            <wp:docPr id="2" name="Рисунок 2" descr="чистка кулера ноутб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истка кулера ноутбука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67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2. Периодические зависания и перезагрузки. Проблема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тут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скорее всего из-за перегрева видеокарты. Ещё одним признаком могут стать искажение картинки в играх и выпадение полигонов – так называемые «артефакты».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3. Постоянная и шумная работа вентиляторов. Если у Вас проявилась эта проблема,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значит системе охлаждения нужна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чистка или замена, особенно если до этого ноутбук работал тихо.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4. Горячий корпус. Если у Вас корпус нагревается намного сильнее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,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чем раньше, стоит обратить на это внимание, особенно если присутствует предыдущий признак. Чистка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кулера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и всей системы охлаждения, если сильно греется корпус ноутбука, просто обязательна – иначе ноутбук может нанести ожоги.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5. Если данные стали медленно читаться с жесткого диска, или вообще перестали читаться, стоит обратить внимание на температуру Вашего винчестера.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b/>
          <w:bCs/>
          <w:i/>
          <w:color w:val="000000"/>
          <w:sz w:val="28"/>
          <w:szCs w:val="28"/>
          <w:lang w:eastAsia="ru-RU"/>
        </w:rPr>
        <w:lastRenderedPageBreak/>
        <w:t>Причины перегрева и способы их устранения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Причин перегрева может быть большое множество, но здесь будут перечислены наиболее важные из них.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1. Пыль</w:t>
      </w: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br/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Пыль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– один из самых главных причин перегрева ноутбука. Запыление корпуса происходит само по себе. Пыль забивается в щели радиаторов, ложится на корпуса вентиляторов и на печатные платы, препятствуя отводу тепла и замедляя скорость вращения лопастей.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Конечно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можно посоветовать пользователям работать в чистых помещениях, где количество пыли и различных частиц в воздухе минимально, но даже в этом случае через некоторое время ноутбук запылится. Для профилактики перегрева ноутбук хотя бы раз в год следует относить в сервисный центр на чистку. Ни в коем случае не стоит делать это самостоятельно. При разборке или чистке Вы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можете привести ноутбук к полной неработоспособности и его ремонт обойдётся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Вам намного дороже, чем его чистка. Тем более в сервисном центре разбирают и чистят ноутбук внутри от пыли, а также продувают внешние модули.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2. Высохла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термопаста</w:t>
      </w:r>
      <w:proofErr w:type="spellEnd"/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br/>
        <w:t>Е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сли у Вас сильно греется процессор, но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кулер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работает нормально, вполне возможно, что проблема кроется в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термопасте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.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Термопаста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– это состав с добавлением металлических примесей для лучшего отвода тепла. Он наносится между процессором и радиатором, обеспечивая более эффективную передачу тепла с процессора за счет лучшего контакта радиатора и процессора. Со временем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термопаста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высыхает и теряет свои свойства, и, соответственно, процессор начинает греться сильнее. Для устранения проблемы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термопасту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необходимо заменить, перед этим сняв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кулер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с процессора и очистив контактные поверхности. Эту операцию без проблем сделают в сервисном центре.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3. Выход из строя системы охлаждения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br/>
        <w:t>С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о временем система охлаждения перестаёт обеспечивать хороший уровень охлаждения. Вентиляторы начинают вращаться слабее, оси вращения смещаются. Иногда бывает так, что установленная система охлаждения может не справляться с охлаждением при сильных нагрузках со стороны пользователя. Для устранения проблем необходимо поменять компоненты системы охлаждения, либо заменить её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на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более мощную. Подбор нужных компонентов и их установка невозможны без определённой квалификации и опыта, поэтому следует обратиться к </w:t>
      </w: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lastRenderedPageBreak/>
        <w:t>опытным специалистам сервисного центра для проведения этих операций.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Ещё одним решением для слабой системы охлаждения может стать покупка подставки с вентиляторами. Положив ноутбук на неё, мы обеспечим более сильный продув корпуса и, как результат, температура внутри ноутбука упадёт.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Также следует обратить внимание на поверхность, на которой вы работаете. Вполне возможно, что эти проблемы возникают вследствие закрытия отверстий для вентиляции корпуса какой-либо мягкой и гибкой поверхностью, например при работе на кровати. Чтобы обезопасить ноутбук от перегрева, существуют различные подставки для работы на мягкой поверхности. Они приподнимают ноутбук, оставляя пространство под корпусом.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 </w:t>
      </w:r>
    </w:p>
    <w:p w:rsidR="0029228F" w:rsidRPr="0029228F" w:rsidRDefault="0029228F" w:rsidP="0029228F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i/>
          <w:color w:val="000000"/>
          <w:sz w:val="28"/>
          <w:szCs w:val="28"/>
          <w:lang w:eastAsia="ru-RU"/>
        </w:rPr>
      </w:pPr>
      <w:r w:rsidRPr="0029228F">
        <w:rPr>
          <w:rFonts w:ascii="Verdana" w:eastAsia="Times New Roman" w:hAnsi="Verdana"/>
          <w:b/>
          <w:bCs/>
          <w:i/>
          <w:color w:val="000000"/>
          <w:sz w:val="28"/>
          <w:szCs w:val="28"/>
          <w:lang w:eastAsia="ru-RU"/>
        </w:rPr>
        <w:t>Общие меры профилактики перегрева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1. Старайтесь не работать за ноутбуком на мягких поверхностях, например, на кровати – покрывало легко закроет вентиляционные отверстия, что приведет к перегреву ноутбука. Если возникла такая необходимость – используйте подставку под ноутбук.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2. Периодически относите ноутбук на чистку в сервисный центр – это позволит предотвратить накопление пыли внутри корпуса.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3. Если система охлаждения уже не обеспечивает наилучшее охлаждение, поменяйте её на новую в сервисном центре, либо купите подставку под ноутбук с вентиляторами.</w:t>
      </w: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4. Если проблемы возникли, поставьте какую-нибудь утилиту для отслеживания температуры или посмотрите в </w:t>
      </w:r>
      <w:proofErr w:type="spell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БИОСе</w:t>
      </w:r>
      <w:proofErr w:type="spell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. Конечно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же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 самым оптимальным решением будет отнести ноутбук на диагностику и ремонт в сервисный центр.</w:t>
      </w:r>
    </w:p>
    <w:p w:rsid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val="en-US" w:eastAsia="ru-RU"/>
        </w:rPr>
      </w:pP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Следует заметить, что вследствие перегрева вполне могут сгореть </w:t>
      </w:r>
      <w:proofErr w:type="gramStart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>комплектующие</w:t>
      </w:r>
      <w:proofErr w:type="gramEnd"/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t xml:space="preserve">, поэтому если есть подозрение на перегрев ноутбука, следует немедленно его проверить у специалистов сервисного центра. Своевременный ремонт и диагностика системы охлаждения будет стоить </w:t>
      </w:r>
      <w:r w:rsidRPr="0029228F"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  <w:lastRenderedPageBreak/>
        <w:t>значительно дешевле, чем ремонт и замена дорогостоящих компонентов ноутбука.</w:t>
      </w:r>
    </w:p>
    <w:p w:rsid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val="en-US" w:eastAsia="ru-RU"/>
        </w:rPr>
      </w:pPr>
    </w:p>
    <w:p w:rsidR="000716B1" w:rsidRPr="000716B1" w:rsidRDefault="000716B1" w:rsidP="000716B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color w:val="365F91" w:themeColor="accent1" w:themeShade="BF"/>
          <w:kern w:val="36"/>
          <w:sz w:val="36"/>
          <w:szCs w:val="36"/>
          <w:lang w:eastAsia="ru-RU"/>
        </w:rPr>
      </w:pPr>
      <w:r w:rsidRPr="000716B1">
        <w:rPr>
          <w:rFonts w:ascii="Arial" w:eastAsia="Times New Roman" w:hAnsi="Arial" w:cs="Arial"/>
          <w:b/>
          <w:color w:val="365F91" w:themeColor="accent1" w:themeShade="BF"/>
          <w:kern w:val="36"/>
          <w:sz w:val="36"/>
          <w:szCs w:val="36"/>
          <w:lang w:eastAsia="ru-RU"/>
        </w:rPr>
        <w:t>Двенадцать способов убить свой ноутбук</w:t>
      </w:r>
    </w:p>
    <w:p w:rsidR="000716B1" w:rsidRPr="000716B1" w:rsidRDefault="000716B1" w:rsidP="000716B1">
      <w:pPr>
        <w:pStyle w:val="a3"/>
        <w:rPr>
          <w:rFonts w:ascii="Tahoma" w:hAnsi="Tahoma" w:cs="Tahoma"/>
          <w:i/>
          <w:color w:val="000000"/>
          <w:sz w:val="28"/>
          <w:szCs w:val="28"/>
        </w:rPr>
      </w:pPr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Целевая аудитория нашего сайта обычно посещает его в надежде, что здесь они смогут найти решение своих проблем, а проблемы бывают разнообразные. Но если у вас все отлично, а проблем с ноутбуком нет в принципе, а вам жуть как хочется стать нашим клиентом, тогда данная статья специально для вас. В данной статье мы изложим самые быстрые и надежные способы убить свой ноутбук. Речь не пойдет о людях, чья цель </w:t>
      </w:r>
      <w:proofErr w:type="gramStart"/>
      <w:r w:rsidRPr="000716B1">
        <w:rPr>
          <w:rFonts w:ascii="Tahoma" w:hAnsi="Tahoma" w:cs="Tahoma"/>
          <w:i/>
          <w:color w:val="000000"/>
          <w:sz w:val="28"/>
          <w:szCs w:val="28"/>
        </w:rPr>
        <w:t>изничтожить</w:t>
      </w:r>
      <w:proofErr w:type="gram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ноутбук в один миг окончательно и бесповоротно, поверьте, если выкинуть ноутбук с 13 этажа, то шансов на выживание у него не много, но так ведь не интересно. Я же предлагаю следовать простым инструкциям, которые помогут вам, как бы невзначай, сделать ваш ноутбук недееспособным.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Внимание: выполнение нижеприведенных инструкций непременно приведет к смерти вашего ноутбука. Данная статья целиком и полностью рассчитана на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технофобов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или подростков, которые слепо надеются на то, что, поломав старый ноутбук, им тотчас купят новый.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>1) Любите пить чай, кофе или что-нибудь покрепче? Не теряйтесь, делайте это только за ноутбуком. Если невмоготу нести напиток к ноутбуку, можете смело нести ноутбук к напитку. Как бы невзначай опрокиньте кружку в сторону вашей машины и, вскоре, вы достигните своей цели. Но, на самом деле, вы можете не делать этого целенаправленно, просто методично каждый прием пищи встречайте с вашим товарищем и неловкое движение не заставит себя долго ждать.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2) Если вы проголодались, то знайте, ваш </w:t>
      </w:r>
      <w:proofErr w:type="gramStart"/>
      <w:r w:rsidRPr="000716B1">
        <w:rPr>
          <w:rFonts w:ascii="Tahoma" w:hAnsi="Tahoma" w:cs="Tahoma"/>
          <w:i/>
          <w:color w:val="000000"/>
          <w:sz w:val="28"/>
          <w:szCs w:val="28"/>
        </w:rPr>
        <w:t>ноутбук</w:t>
      </w:r>
      <w:proofErr w:type="gram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то же не прочь разделить с вами трапезу. Советуем кушать супчик непосредственно рядом с ноутбуком, ведь он так любит все брызги и капельки, которые нежно прилетают к нему на клавиатуру и просачиваются во все щели его конструкции. Помимо этого стоит кушать бутерброды или печенье, уставившись в дисплей, ведь ваш ноутбук радужно встречает абсолютно все крошечки, которые закатываются в самые потаенные места.</w:t>
      </w:r>
    </w:p>
    <w:p w:rsidR="000716B1" w:rsidRPr="000716B1" w:rsidRDefault="000716B1" w:rsidP="000716B1">
      <w:pPr>
        <w:pStyle w:val="a3"/>
        <w:jc w:val="center"/>
        <w:rPr>
          <w:rFonts w:ascii="Tahoma" w:hAnsi="Tahoma" w:cs="Tahoma"/>
          <w:i/>
          <w:color w:val="000000"/>
          <w:sz w:val="28"/>
          <w:szCs w:val="28"/>
        </w:rPr>
      </w:pPr>
      <w:r w:rsidRPr="000716B1">
        <w:rPr>
          <w:rFonts w:ascii="Tahoma" w:hAnsi="Tahoma" w:cs="Tahoma"/>
          <w:i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854325" cy="2153285"/>
            <wp:effectExtent l="19050" t="0" r="3175" b="0"/>
            <wp:docPr id="4" name="Рисунок 4" descr="сломался ноутб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ломался ноутбук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15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6B1" w:rsidRDefault="000716B1" w:rsidP="000716B1">
      <w:pPr>
        <w:pStyle w:val="a3"/>
        <w:rPr>
          <w:rFonts w:ascii="Tahoma" w:hAnsi="Tahoma" w:cs="Tahoma"/>
          <w:i/>
          <w:color w:val="000000"/>
          <w:sz w:val="28"/>
          <w:szCs w:val="28"/>
          <w:lang w:val="en-US"/>
        </w:rPr>
      </w:pP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>3) Случай из жизни: человек сделал это не намеренно, он любил свой ноутбук, но уже ничего не вернуть. Дело было так: как и все нормальные люди, сидит он и кушает перед своим боевым товарищем, вдруг что-то зажужжало. Это была безобидная муха, которая раздражала этого человека с неистовой силой, так уж вышло, что муха села на клавиатуру, а человек этот обладал сумасшедшей реакцией и силой. У мухи не осталось ни единого шанса, в прочем, как и у ноутбука…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>4) Сделайте вид, что вы самый чистоплотный в мире человек, возьмите немного спиртосодержащего средства, а лучше непосредственно спирта и протрите дисплей своего ноутбука. Эффект заметен сразу, множество трещин, разводов и царапин вам обеспечено.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>5) Оставьте свой ноутбук в открытом и очень пыльном состоянии наедине с бабушкой, она воспримет это, как вызов. И аккуратненько помоет ваш ноутбук каким-нибудь порошковым средством, что так же приведет к трещинам на дисплее, соответственно к поломке матрицы, а ведь нам оно и надо, не так ли?!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>6) Если вы перевозите свой ноутбук куда-либо, то не стоит его надежно закреплять, да вообще не стоит класть его в сумку. Так же не советую его выключать. Пусть случится необратимое. Не стоит при работе с ноутбуком вынимать его из чехла, ведь вы создаете для него идеальные условия высокой влажности и температуры, остается лишь томиться в надеждах, что ноутбук вскоре перегреется.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7) На улице мороз?! Выйдете с ноутбуком на прогулку. Вскоре, по приходу домой, сразу же включите его! Ведь вы не знали о таком явлении как иней, который растает и превратится в водичку, которая уже 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lastRenderedPageBreak/>
        <w:t>находится совсем рядом с вашей системой.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8) Если у вас дома есть маленькие дети, то все еще проще! Оставьте ноутбук в зоне их досягаемости, и проблема решится сама собой, ведь так здорово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поиграться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с черной блестящей штукой.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9) Если у вас есть домашние животные, речь идет о кошках и собаках, не думаю, что попугай или хомяк смогут навредить вашему ноутбуку, то я советую как-нибудь обидеть своего питомца. </w:t>
      </w:r>
      <w:proofErr w:type="gramStart"/>
      <w:r w:rsidRPr="000716B1">
        <w:rPr>
          <w:rFonts w:ascii="Tahoma" w:hAnsi="Tahoma" w:cs="Tahoma"/>
          <w:i/>
          <w:color w:val="000000"/>
          <w:sz w:val="28"/>
          <w:szCs w:val="28"/>
        </w:rPr>
        <w:t>Как показывает практика, современные питомцы достаточно умны, они знают слабые места своего хозяина, будь то туфли или же ноутбук.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10) Если у вас оригинальная зарядка, то вы лишаетесь многих бонусов, например,  сжечь свой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лептоп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>, к примеру, когда произойдет скачок напряжения.</w:t>
      </w:r>
      <w:proofErr w:type="gram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</w:t>
      </w:r>
      <w:proofErr w:type="gramStart"/>
      <w:r w:rsidRPr="000716B1">
        <w:rPr>
          <w:rFonts w:ascii="Tahoma" w:hAnsi="Tahoma" w:cs="Tahoma"/>
          <w:i/>
          <w:color w:val="000000"/>
          <w:sz w:val="28"/>
          <w:szCs w:val="28"/>
        </w:rPr>
        <w:t>Так что покупайте адаптеры на самом глухом вещевом рынке, подошел разъем – да и ладно, главное – экономия, и вот вы уже на один шаг ближе к вашей заветной цели.</w:t>
      </w:r>
      <w:r w:rsidRPr="000716B1">
        <w:rPr>
          <w:rStyle w:val="apple-converted-space"/>
          <w:rFonts w:ascii="Tahoma" w:hAnsi="Tahoma" w:cs="Tahoma"/>
          <w:i/>
          <w:color w:val="000000"/>
          <w:sz w:val="28"/>
          <w:szCs w:val="28"/>
        </w:rPr>
        <w:t> 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11) Если у вас есть техническое образование, то при должной подготовке и разборе полетов, вы сможете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саморучно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устранить небольшую неполадку, но если образования не имеется, то смело можете поставить себя на место</w:t>
      </w:r>
      <w:proofErr w:type="gram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инженера и, основываясь на информацию, которую выдал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яндекс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по запросу: сломался ноутбук, - смело берите в руки отвертку и приступайте к ремонту, вы справитесь, я в вас верю!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12) Последний и, пожалуй, самый простой способ, очень эффективный, но самое главное такой занимательный. Что требуется от вас: снесите к чертям антивирус, отключите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файрвол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 xml:space="preserve"> и пользуйтесь ресурсами всемирной паутины. Старайтесь заходить туда, куда не надо, думаю, вы справитесь. В данном случае много ума не надо. Вскоре, когда ваша система будет переполнена вирусами и сама откажется работать, вы можете с радостью воздвигнуть руки ввысь и воскликнуть: ПОБЕДА!</w:t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</w:r>
      <w:r w:rsidRPr="000716B1">
        <w:rPr>
          <w:rFonts w:ascii="Tahoma" w:hAnsi="Tahoma" w:cs="Tahoma"/>
          <w:i/>
          <w:color w:val="000000"/>
          <w:sz w:val="28"/>
          <w:szCs w:val="28"/>
        </w:rPr>
        <w:br/>
        <w:t xml:space="preserve">Надеюсь, что данная статья вам помогла, и вы, наконец, смогли одолеть этот назойливый и неугомонно работающий ноутбук. Но если вы перепробовали все способы и ваши попытки оказались тщетны, что просто невозможно, то 13 этаж и силу гравитационного притяжения еще никто не отменял. Удачи вам, </w:t>
      </w:r>
      <w:proofErr w:type="spellStart"/>
      <w:r w:rsidRPr="000716B1">
        <w:rPr>
          <w:rFonts w:ascii="Tahoma" w:hAnsi="Tahoma" w:cs="Tahoma"/>
          <w:i/>
          <w:color w:val="000000"/>
          <w:sz w:val="28"/>
          <w:szCs w:val="28"/>
        </w:rPr>
        <w:t>технофобы</w:t>
      </w:r>
      <w:proofErr w:type="spellEnd"/>
      <w:r w:rsidRPr="000716B1">
        <w:rPr>
          <w:rFonts w:ascii="Tahoma" w:hAnsi="Tahoma" w:cs="Tahoma"/>
          <w:i/>
          <w:color w:val="000000"/>
          <w:sz w:val="28"/>
          <w:szCs w:val="28"/>
        </w:rPr>
        <w:t>!</w:t>
      </w:r>
    </w:p>
    <w:p w:rsidR="000716B1" w:rsidRDefault="000716B1" w:rsidP="000716B1">
      <w:pPr>
        <w:pStyle w:val="a3"/>
        <w:rPr>
          <w:rFonts w:ascii="Tahoma" w:hAnsi="Tahoma" w:cs="Tahoma"/>
          <w:i/>
          <w:color w:val="000000"/>
          <w:sz w:val="28"/>
          <w:szCs w:val="28"/>
          <w:lang w:val="en-US"/>
        </w:rPr>
      </w:pPr>
    </w:p>
    <w:p w:rsidR="000716B1" w:rsidRPr="000716B1" w:rsidRDefault="000716B1" w:rsidP="000716B1">
      <w:pPr>
        <w:pStyle w:val="a3"/>
        <w:rPr>
          <w:rFonts w:ascii="Tahoma" w:hAnsi="Tahoma" w:cs="Tahoma"/>
          <w:i/>
          <w:color w:val="000000"/>
          <w:sz w:val="28"/>
          <w:szCs w:val="28"/>
          <w:lang w:val="en-US"/>
        </w:rPr>
      </w:pPr>
    </w:p>
    <w:p w:rsidR="0029228F" w:rsidRPr="0029228F" w:rsidRDefault="0029228F" w:rsidP="0029228F">
      <w:pPr>
        <w:spacing w:before="100" w:beforeAutospacing="1" w:after="100" w:afterAutospacing="1" w:line="240" w:lineRule="auto"/>
        <w:rPr>
          <w:rFonts w:ascii="Tahoma" w:eastAsia="Times New Roman" w:hAnsi="Tahoma" w:cs="Tahoma"/>
          <w:i/>
          <w:color w:val="000000"/>
          <w:sz w:val="28"/>
          <w:szCs w:val="28"/>
          <w:lang w:val="en-US" w:eastAsia="ru-RU"/>
        </w:rPr>
      </w:pPr>
    </w:p>
    <w:p w:rsidR="007A1714" w:rsidRPr="0029228F" w:rsidRDefault="007A1714" w:rsidP="007A1714">
      <w:pPr>
        <w:pStyle w:val="a3"/>
        <w:rPr>
          <w:rFonts w:ascii="Tahoma" w:hAnsi="Tahoma" w:cs="Tahoma"/>
          <w:i/>
          <w:color w:val="000000"/>
          <w:sz w:val="28"/>
          <w:szCs w:val="28"/>
        </w:rPr>
      </w:pPr>
    </w:p>
    <w:p w:rsidR="007A1714" w:rsidRPr="007A1714" w:rsidRDefault="007A1714" w:rsidP="007A1714">
      <w:pPr>
        <w:spacing w:before="100" w:beforeAutospacing="1" w:after="100" w:afterAutospacing="1" w:line="240" w:lineRule="auto"/>
        <w:ind w:left="3119"/>
        <w:jc w:val="both"/>
        <w:outlineLvl w:val="0"/>
        <w:rPr>
          <w:rFonts w:ascii="Arial" w:eastAsia="Times New Roman" w:hAnsi="Arial" w:cs="Arial"/>
          <w:color w:val="548DD4" w:themeColor="text2" w:themeTint="99"/>
          <w:kern w:val="36"/>
          <w:sz w:val="28"/>
          <w:szCs w:val="28"/>
          <w:lang w:eastAsia="ru-RU"/>
        </w:rPr>
      </w:pPr>
    </w:p>
    <w:sectPr w:rsidR="007A1714" w:rsidRPr="007A1714" w:rsidSect="002E0D1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5787E"/>
    <w:multiLevelType w:val="hybridMultilevel"/>
    <w:tmpl w:val="F95829D0"/>
    <w:lvl w:ilvl="0" w:tplc="3F981B7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/>
  <w:rsids>
    <w:rsidRoot w:val="007A1714"/>
    <w:rsid w:val="000716B1"/>
    <w:rsid w:val="0029228F"/>
    <w:rsid w:val="002E0D1F"/>
    <w:rsid w:val="007A1714"/>
    <w:rsid w:val="007A6A27"/>
    <w:rsid w:val="00B41D75"/>
    <w:rsid w:val="00E1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E0D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22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22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D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E0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0D1F"/>
  </w:style>
  <w:style w:type="paragraph" w:styleId="a4">
    <w:name w:val="List Paragraph"/>
    <w:basedOn w:val="a"/>
    <w:uiPriority w:val="34"/>
    <w:qFormat/>
    <w:rsid w:val="002E0D1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9228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9228F"/>
    <w:rPr>
      <w:rFonts w:ascii="Times New Roman" w:eastAsia="Times New Roman" w:hAnsi="Times New Roman"/>
      <w:b/>
      <w:bCs/>
      <w:sz w:val="27"/>
      <w:szCs w:val="27"/>
    </w:rPr>
  </w:style>
  <w:style w:type="character" w:styleId="a5">
    <w:name w:val="Strong"/>
    <w:basedOn w:val="a0"/>
    <w:uiPriority w:val="22"/>
    <w:qFormat/>
    <w:rsid w:val="0029228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9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2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52;&#1086;&#1076;&#1077;&#1088;&#1085;&#1080;&#1079;&#1072;&#1094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Модернизация</Template>
  <TotalTime>17</TotalTime>
  <Pages>14</Pages>
  <Words>3832</Words>
  <Characters>21846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2011-02-24T14:06:00Z</dcterms:created>
  <dcterms:modified xsi:type="dcterms:W3CDTF">2011-02-24T14:23:00Z</dcterms:modified>
</cp:coreProperties>
</file>